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55EF6" w14:textId="77777777" w:rsidR="00DF01AC" w:rsidRDefault="00090FC6" w:rsidP="00101E3B">
      <w:pPr>
        <w:contextualSpacing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</w:p>
    <w:p w14:paraId="1168B952" w14:textId="77777777"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14:paraId="2A453ADC" w14:textId="77777777" w:rsidTr="0010569D">
        <w:tc>
          <w:tcPr>
            <w:tcW w:w="4105" w:type="dxa"/>
          </w:tcPr>
          <w:p w14:paraId="799A29DF" w14:textId="77777777"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14:paraId="3CEFE4A9" w14:textId="77777777"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14:paraId="5A23FFF5" w14:textId="77777777"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14:paraId="321F4EAB" w14:textId="77777777"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14:paraId="7619C8D7" w14:textId="77777777" w:rsidR="0010569D" w:rsidRDefault="0010569D" w:rsidP="007D11DD">
      <w:pPr>
        <w:pStyle w:val="Bezodstpw"/>
        <w:rPr>
          <w:b/>
          <w:noProof/>
          <w:lang w:eastAsia="pl-PL"/>
        </w:rPr>
      </w:pPr>
    </w:p>
    <w:p w14:paraId="563ACE53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14:paraId="290A277C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14:paraId="05999804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14:paraId="70698E5E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14:paraId="1C879FD7" w14:textId="77777777"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14:paraId="1A0BBFF8" w14:textId="77777777"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14:paraId="4FD03DCC" w14:textId="77777777"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14:paraId="02DF9780" w14:textId="77777777"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14:paraId="56C3BB8D" w14:textId="77777777"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14:paraId="2DFEF6F4" w14:textId="77777777"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14:paraId="2954BA3F" w14:textId="77777777"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14:paraId="3279C0EE" w14:textId="77777777"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14:paraId="03EB2D3A" w14:textId="77777777"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14:paraId="7032B779" w14:textId="77777777"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14:paraId="64B5A001" w14:textId="77777777"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26C83ABB" w14:textId="77777777"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6A81CEC7" w14:textId="77777777"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10E6A700" w14:textId="77777777"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7BA16464" w14:textId="77777777"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799555C6" w14:textId="77777777"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14:paraId="71087A19" w14:textId="77777777"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14:paraId="6D4103F2" w14:textId="77777777"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14:paraId="72414649" w14:textId="77777777"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4D324399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1C581FC6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7BC7A493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120393C7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2E490040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419B719D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03627020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7274382A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6F9B9A77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3F81C722" w14:textId="77777777"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70C13F96" w14:textId="77777777"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14:paraId="40B14E56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6D1701FF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26B47BCA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74FDBA70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44E65485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534559A4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268CD4ED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03D1549A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10A75CE2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7FA301C5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2B87E132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16D7141B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542B1A96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14A7D0F9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14:paraId="0508AA31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14:paraId="3875C316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14:paraId="18CA000E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095FB" w14:textId="77777777" w:rsidR="00344282" w:rsidRDefault="00344282" w:rsidP="00BD627E">
      <w:r>
        <w:separator/>
      </w:r>
    </w:p>
    <w:p w14:paraId="7DC69E9D" w14:textId="77777777" w:rsidR="00344282" w:rsidRDefault="00344282"/>
  </w:endnote>
  <w:endnote w:type="continuationSeparator" w:id="0">
    <w:p w14:paraId="27ACBE1D" w14:textId="77777777" w:rsidR="00344282" w:rsidRDefault="00344282" w:rsidP="00BD627E">
      <w:r>
        <w:continuationSeparator/>
      </w:r>
    </w:p>
    <w:p w14:paraId="2906354E" w14:textId="77777777" w:rsidR="00344282" w:rsidRDefault="00344282"/>
  </w:endnote>
  <w:endnote w:type="continuationNotice" w:id="1">
    <w:p w14:paraId="69AEBABB" w14:textId="77777777" w:rsidR="00344282" w:rsidRDefault="00344282"/>
    <w:p w14:paraId="6F3E7D29" w14:textId="77777777"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D964" w14:textId="77777777" w:rsidR="000C3533" w:rsidRDefault="000C35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E414318" w14:textId="77777777" w:rsidR="00CC3D7C" w:rsidRDefault="00CC3D7C" w:rsidP="00635575">
            <w:pPr>
              <w:pStyle w:val="Stopka"/>
              <w:jc w:val="center"/>
            </w:pPr>
          </w:p>
          <w:p w14:paraId="38B7CB35" w14:textId="77777777"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BAD0" w14:textId="77777777"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14:paraId="60B08AD0" w14:textId="77777777"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1A69" w14:textId="77777777" w:rsidR="00344282" w:rsidRDefault="00344282" w:rsidP="00BD627E">
      <w:r>
        <w:separator/>
      </w:r>
    </w:p>
    <w:p w14:paraId="0D060C7C" w14:textId="77777777" w:rsidR="00344282" w:rsidRDefault="00344282"/>
  </w:footnote>
  <w:footnote w:type="continuationSeparator" w:id="0">
    <w:p w14:paraId="3CFAAF2C" w14:textId="77777777" w:rsidR="00344282" w:rsidRDefault="00344282" w:rsidP="00BD627E">
      <w:r>
        <w:continuationSeparator/>
      </w:r>
    </w:p>
    <w:p w14:paraId="781F0FAF" w14:textId="77777777" w:rsidR="00344282" w:rsidRDefault="00344282"/>
  </w:footnote>
  <w:footnote w:type="continuationNotice" w:id="1">
    <w:p w14:paraId="3B0E17C3" w14:textId="77777777" w:rsidR="00344282" w:rsidRDefault="00344282"/>
    <w:p w14:paraId="26B278FF" w14:textId="77777777"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A83F" w14:textId="77777777" w:rsidR="000C3533" w:rsidRDefault="000C35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EEDF" w14:textId="7EAA5AC9"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23B906A0" wp14:editId="0C3FE4AC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Załącznik nr </w:t>
    </w:r>
    <w:r w:rsidR="000C3533">
      <w:rPr>
        <w:rFonts w:cs="Arial"/>
        <w:sz w:val="14"/>
        <w:szCs w:val="14"/>
      </w:rPr>
      <w:t>7</w:t>
    </w:r>
    <w:r w:rsidR="004C7A80">
      <w:rPr>
        <w:rFonts w:cs="Arial"/>
        <w:sz w:val="14"/>
        <w:szCs w:val="14"/>
      </w:rPr>
      <w:t xml:space="preserve"> </w:t>
    </w:r>
    <w:r w:rsidR="002971DF">
      <w:rPr>
        <w:rFonts w:cs="Arial"/>
        <w:sz w:val="14"/>
        <w:szCs w:val="14"/>
      </w:rPr>
      <w:t>do u</w:t>
    </w:r>
    <w:r w:rsidR="004C7A80">
      <w:rPr>
        <w:rFonts w:cs="Arial"/>
        <w:sz w:val="14"/>
        <w:szCs w:val="14"/>
      </w:rPr>
      <w:t xml:space="preserve">mowy </w:t>
    </w:r>
  </w:p>
  <w:p w14:paraId="4ECF8307" w14:textId="77777777"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14:paraId="09E28F39" w14:textId="77777777"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7ABF" w14:textId="77777777"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0A3444F9" wp14:editId="1246B790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14:paraId="24A7C7EE" w14:textId="77777777"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14:paraId="53ADC76E" w14:textId="77777777"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DFCBE25" wp14:editId="24175913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35754504">
    <w:abstractNumId w:val="20"/>
  </w:num>
  <w:num w:numId="2" w16cid:durableId="1431504546">
    <w:abstractNumId w:val="13"/>
  </w:num>
  <w:num w:numId="3" w16cid:durableId="1027027940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 w16cid:durableId="924264139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197280951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210270063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 w16cid:durableId="161212781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144928655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 w16cid:durableId="813982976">
    <w:abstractNumId w:val="14"/>
  </w:num>
  <w:num w:numId="10" w16cid:durableId="154996291">
    <w:abstractNumId w:val="35"/>
  </w:num>
  <w:num w:numId="11" w16cid:durableId="1162811282">
    <w:abstractNumId w:val="37"/>
  </w:num>
  <w:num w:numId="12" w16cid:durableId="514423185">
    <w:abstractNumId w:val="39"/>
  </w:num>
  <w:num w:numId="13" w16cid:durableId="484401425">
    <w:abstractNumId w:val="19"/>
  </w:num>
  <w:num w:numId="14" w16cid:durableId="1240096203">
    <w:abstractNumId w:val="15"/>
  </w:num>
  <w:num w:numId="15" w16cid:durableId="816998024">
    <w:abstractNumId w:val="30"/>
  </w:num>
  <w:num w:numId="16" w16cid:durableId="243296230">
    <w:abstractNumId w:val="16"/>
  </w:num>
  <w:num w:numId="17" w16cid:durableId="1109203956">
    <w:abstractNumId w:val="17"/>
  </w:num>
  <w:num w:numId="18" w16cid:durableId="2119910705">
    <w:abstractNumId w:val="12"/>
  </w:num>
  <w:num w:numId="19" w16cid:durableId="1190415485">
    <w:abstractNumId w:val="21"/>
  </w:num>
  <w:num w:numId="20" w16cid:durableId="186676841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 w16cid:durableId="1282298410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 w16cid:durableId="894971197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 w16cid:durableId="480734333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 w16cid:durableId="1287392209">
    <w:abstractNumId w:val="34"/>
  </w:num>
  <w:num w:numId="25" w16cid:durableId="74792308">
    <w:abstractNumId w:val="25"/>
  </w:num>
  <w:num w:numId="26" w16cid:durableId="605579661">
    <w:abstractNumId w:val="9"/>
  </w:num>
  <w:num w:numId="27" w16cid:durableId="1638337367">
    <w:abstractNumId w:val="29"/>
  </w:num>
  <w:num w:numId="28" w16cid:durableId="9510561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 w16cid:durableId="1608660217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 w16cid:durableId="867914264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 w16cid:durableId="51527108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 w16cid:durableId="149961834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 w16cid:durableId="23863957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 w16cid:durableId="192352427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 w16cid:durableId="440297999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 w16cid:durableId="1997414555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 w16cid:durableId="1425687396">
    <w:abstractNumId w:val="28"/>
  </w:num>
  <w:num w:numId="38" w16cid:durableId="290210757">
    <w:abstractNumId w:val="24"/>
  </w:num>
  <w:num w:numId="39" w16cid:durableId="1080176003">
    <w:abstractNumId w:val="31"/>
  </w:num>
  <w:num w:numId="40" w16cid:durableId="442043057">
    <w:abstractNumId w:val="18"/>
  </w:num>
  <w:num w:numId="41" w16cid:durableId="973751795">
    <w:abstractNumId w:val="38"/>
  </w:num>
  <w:num w:numId="42" w16cid:durableId="1163592269">
    <w:abstractNumId w:val="26"/>
  </w:num>
  <w:num w:numId="43" w16cid:durableId="710157617">
    <w:abstractNumId w:val="7"/>
  </w:num>
  <w:num w:numId="44" w16cid:durableId="2036540223">
    <w:abstractNumId w:val="2"/>
  </w:num>
  <w:num w:numId="45" w16cid:durableId="1240017471">
    <w:abstractNumId w:val="27"/>
  </w:num>
  <w:num w:numId="46" w16cid:durableId="1303345403">
    <w:abstractNumId w:val="23"/>
  </w:num>
  <w:num w:numId="47" w16cid:durableId="2058239674">
    <w:abstractNumId w:val="33"/>
  </w:num>
  <w:num w:numId="48" w16cid:durableId="365370687">
    <w:abstractNumId w:val="6"/>
  </w:num>
  <w:num w:numId="49" w16cid:durableId="728965732">
    <w:abstractNumId w:val="22"/>
  </w:num>
  <w:num w:numId="50" w16cid:durableId="1086265015">
    <w:abstractNumId w:val="5"/>
  </w:num>
  <w:num w:numId="51" w16cid:durableId="2013871739">
    <w:abstractNumId w:val="3"/>
  </w:num>
  <w:num w:numId="52" w16cid:durableId="813523412">
    <w:abstractNumId w:val="8"/>
  </w:num>
  <w:num w:numId="53" w16cid:durableId="728529155">
    <w:abstractNumId w:val="36"/>
  </w:num>
  <w:num w:numId="54" w16cid:durableId="321742223">
    <w:abstractNumId w:val="32"/>
  </w:num>
  <w:num w:numId="55" w16cid:durableId="2056847824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010099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 w16cid:durableId="183070455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 w16cid:durableId="1292055226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533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0E3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52CA"/>
    <w:rsid w:val="002E5CB0"/>
    <w:rsid w:val="002F0DA4"/>
    <w:rsid w:val="002F1343"/>
    <w:rsid w:val="002F13C5"/>
    <w:rsid w:val="002F3F04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5CDE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0AF1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4E6B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4D6CF9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- Upoważnienie do odbioru materiału.docx</dmsv2BaseFileName>
    <dmsv2BaseDisplayName xmlns="http://schemas.microsoft.com/sharepoint/v3">Załącznik nr 7 do umowy - Upoważnienie do odbioru materiału</dmsv2BaseDisplayName>
    <dmsv2SWPP2ObjectNumber xmlns="http://schemas.microsoft.com/sharepoint/v3">POST/DYS/OW/GZ/04471/2025                         </dmsv2SWPP2ObjectNumber>
    <dmsv2SWPP2SumMD5 xmlns="http://schemas.microsoft.com/sharepoint/v3">0318e57b155b68973d6842db0cf4dc58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23979285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JEUP5JKVCYQC-1133723987-659</_dlc_DocId>
    <_dlc_DocIdUrl xmlns="a19cb1c7-c5c7-46d4-85ae-d83685407bba">
      <Url>https://swpp2.dms.gkpge.pl/sites/41/_layouts/15/DocIdRedir.aspx?ID=JEUP5JKVCYQC-1133723987-659</Url>
      <Description>JEUP5JKVCYQC-1133723987-659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22B16BA1-794C-4143-94E6-E119A9ECDE73}"/>
</file>

<file path=customXml/itemProps5.xml><?xml version="1.0" encoding="utf-8"?>
<ds:datastoreItem xmlns:ds="http://schemas.openxmlformats.org/officeDocument/2006/customXml" ds:itemID="{F8FF84F5-BD60-420E-8B45-B2C46D8EE74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PGE_25062013.dotx</Template>
  <TotalTime>2</TotalTime>
  <Pages>1</Pages>
  <Words>57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Hruban Gabriel [PGE Dystr. O.Warszawa]</cp:lastModifiedBy>
  <cp:revision>3</cp:revision>
  <cp:lastPrinted>2020-08-06T07:21:00Z</cp:lastPrinted>
  <dcterms:created xsi:type="dcterms:W3CDTF">2025-11-26T10:28:00Z</dcterms:created>
  <dcterms:modified xsi:type="dcterms:W3CDTF">2025-12-11T10:27:00Z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7877a794-6341-4f3f-8876-e33e70fff6e7</vt:lpwstr>
  </property>
</Properties>
</file>